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237F" w14:textId="77777777" w:rsidR="00076B6E" w:rsidRPr="00C71B00" w:rsidRDefault="00076B6E" w:rsidP="00076B6E">
      <w:pPr>
        <w:pStyle w:val="Tekstpodstawowy2"/>
        <w:jc w:val="center"/>
        <w:rPr>
          <w:rFonts w:asciiTheme="minorHAnsi" w:hAnsiTheme="minorHAnsi" w:cstheme="minorHAnsi"/>
          <w:b/>
          <w:sz w:val="24"/>
        </w:rPr>
      </w:pPr>
      <w:r w:rsidRPr="00C71B00">
        <w:rPr>
          <w:rFonts w:asciiTheme="minorHAnsi" w:hAnsiTheme="minorHAnsi" w:cstheme="minorHAnsi"/>
          <w:b/>
          <w:sz w:val="24"/>
        </w:rPr>
        <w:t>RAPORT Z KONSULTACJI</w:t>
      </w:r>
    </w:p>
    <w:p w14:paraId="52DDC974" w14:textId="0ACD8BB8" w:rsidR="00566933" w:rsidRPr="00C71B00" w:rsidRDefault="00076B6E" w:rsidP="00076B6E">
      <w:pPr>
        <w:pStyle w:val="Tekstpodstawowy2"/>
        <w:jc w:val="center"/>
        <w:rPr>
          <w:rFonts w:asciiTheme="minorHAnsi" w:hAnsiTheme="minorHAnsi" w:cstheme="minorHAnsi"/>
          <w:b/>
          <w:sz w:val="24"/>
        </w:rPr>
      </w:pPr>
      <w:r w:rsidRPr="00C71B00">
        <w:rPr>
          <w:rFonts w:asciiTheme="minorHAnsi" w:hAnsiTheme="minorHAnsi" w:cstheme="minorHAnsi"/>
          <w:b/>
          <w:sz w:val="24"/>
        </w:rPr>
        <w:t>projektu rozporządzenia</w:t>
      </w:r>
    </w:p>
    <w:p w14:paraId="21864CF8" w14:textId="2FBEADCE" w:rsidR="00076B6E" w:rsidRPr="00C71B00" w:rsidRDefault="00F418A1" w:rsidP="00076B6E">
      <w:pPr>
        <w:pStyle w:val="Tekstpodstawowy2"/>
        <w:jc w:val="center"/>
        <w:rPr>
          <w:rFonts w:asciiTheme="minorHAnsi" w:hAnsiTheme="minorHAnsi" w:cstheme="minorHAnsi"/>
          <w:b/>
          <w:sz w:val="24"/>
        </w:rPr>
      </w:pPr>
      <w:r w:rsidRPr="00F418A1">
        <w:rPr>
          <w:rFonts w:asciiTheme="minorHAnsi" w:hAnsiTheme="minorHAnsi" w:cstheme="minorHAnsi"/>
          <w:b/>
          <w:sz w:val="24"/>
        </w:rPr>
        <w:t>Ministra Finansów w sprawie sprawozdawczości budżetowej</w:t>
      </w:r>
    </w:p>
    <w:p w14:paraId="4C7AF3A8" w14:textId="77777777" w:rsidR="00A17BF1" w:rsidRPr="00C71B00" w:rsidRDefault="00A17BF1" w:rsidP="00496205">
      <w:pPr>
        <w:pStyle w:val="Tekstpodstawowy2"/>
        <w:spacing w:line="240" w:lineRule="auto"/>
        <w:jc w:val="center"/>
        <w:rPr>
          <w:rFonts w:asciiTheme="minorHAnsi" w:hAnsiTheme="minorHAnsi" w:cstheme="minorHAnsi"/>
          <w:b/>
          <w:sz w:val="24"/>
        </w:rPr>
      </w:pPr>
    </w:p>
    <w:p w14:paraId="23E24269" w14:textId="72C41B39" w:rsidR="00A17BF1" w:rsidRPr="00C71B00" w:rsidRDefault="00076B6E" w:rsidP="008458DD">
      <w:pPr>
        <w:pStyle w:val="Tekstpodstawowy2"/>
        <w:numPr>
          <w:ilvl w:val="0"/>
          <w:numId w:val="6"/>
        </w:numPr>
        <w:spacing w:after="120" w:line="240" w:lineRule="auto"/>
        <w:ind w:left="426" w:hanging="426"/>
        <w:jc w:val="left"/>
        <w:rPr>
          <w:rFonts w:asciiTheme="minorHAnsi" w:hAnsiTheme="minorHAnsi" w:cstheme="minorHAnsi"/>
          <w:b/>
          <w:sz w:val="24"/>
        </w:rPr>
      </w:pPr>
      <w:r w:rsidRPr="00C71B00">
        <w:rPr>
          <w:rFonts w:asciiTheme="minorHAnsi" w:hAnsiTheme="minorHAnsi" w:cstheme="minorHAnsi"/>
          <w:b/>
          <w:sz w:val="24"/>
        </w:rPr>
        <w:t xml:space="preserve">Omówienie wyników konsultacji </w:t>
      </w:r>
      <w:r w:rsidR="005B5746" w:rsidRPr="00C71B00">
        <w:rPr>
          <w:rFonts w:asciiTheme="minorHAnsi" w:hAnsiTheme="minorHAnsi" w:cstheme="minorHAnsi"/>
          <w:b/>
          <w:sz w:val="24"/>
        </w:rPr>
        <w:t xml:space="preserve">publicznych i </w:t>
      </w:r>
      <w:r w:rsidR="006C4E71" w:rsidRPr="00C71B00">
        <w:rPr>
          <w:rFonts w:asciiTheme="minorHAnsi" w:hAnsiTheme="minorHAnsi" w:cstheme="minorHAnsi"/>
          <w:b/>
          <w:sz w:val="24"/>
        </w:rPr>
        <w:t>o</w:t>
      </w:r>
      <w:r w:rsidR="00705186" w:rsidRPr="00C71B00">
        <w:rPr>
          <w:rFonts w:asciiTheme="minorHAnsi" w:hAnsiTheme="minorHAnsi" w:cstheme="minorHAnsi"/>
          <w:b/>
          <w:sz w:val="24"/>
        </w:rPr>
        <w:t>piniowania.</w:t>
      </w:r>
    </w:p>
    <w:p w14:paraId="7DBEFFE1" w14:textId="27784867" w:rsidR="000421F5" w:rsidRPr="00C71B00" w:rsidRDefault="000421F5" w:rsidP="00DD4CB7">
      <w:pPr>
        <w:pStyle w:val="Tekstpodstawowy2"/>
        <w:spacing w:after="120" w:line="240" w:lineRule="auto"/>
        <w:ind w:left="426"/>
        <w:rPr>
          <w:rFonts w:asciiTheme="minorHAnsi" w:hAnsiTheme="minorHAnsi" w:cstheme="minorHAnsi"/>
          <w:b/>
          <w:sz w:val="24"/>
        </w:rPr>
      </w:pPr>
      <w:r w:rsidRPr="00C71B00">
        <w:rPr>
          <w:rFonts w:asciiTheme="minorHAnsi" w:hAnsiTheme="minorHAnsi" w:cstheme="minorHAnsi"/>
          <w:b/>
          <w:sz w:val="24"/>
        </w:rPr>
        <w:t xml:space="preserve">a) </w:t>
      </w:r>
      <w:r w:rsidR="00A67908">
        <w:rPr>
          <w:rFonts w:asciiTheme="minorHAnsi" w:hAnsiTheme="minorHAnsi" w:cstheme="minorHAnsi"/>
          <w:b/>
          <w:sz w:val="24"/>
        </w:rPr>
        <w:t>P</w:t>
      </w:r>
      <w:r w:rsidRPr="00C71B00">
        <w:rPr>
          <w:rFonts w:asciiTheme="minorHAnsi" w:hAnsiTheme="minorHAnsi" w:cstheme="minorHAnsi"/>
          <w:b/>
          <w:sz w:val="24"/>
        </w:rPr>
        <w:t>odmioty, do których skierowano projekt w celu przedstawienia stanowiska w ramach konsultacji publicznych lub wyrażenia opinii</w:t>
      </w:r>
    </w:p>
    <w:p w14:paraId="22C5FBCE" w14:textId="06237BF5" w:rsidR="000421F5" w:rsidRPr="00CF3DC0" w:rsidRDefault="00F418A1" w:rsidP="00DD4CB7">
      <w:pPr>
        <w:pStyle w:val="Tekstpodstawowy2"/>
        <w:spacing w:after="120" w:line="240" w:lineRule="auto"/>
        <w:ind w:left="426"/>
        <w:rPr>
          <w:rFonts w:asciiTheme="minorHAnsi" w:hAnsiTheme="minorHAnsi" w:cstheme="minorHAnsi"/>
          <w:bCs/>
          <w:sz w:val="24"/>
        </w:rPr>
      </w:pPr>
      <w:r w:rsidRPr="00CF3DC0">
        <w:rPr>
          <w:rFonts w:asciiTheme="minorHAnsi" w:hAnsiTheme="minorHAnsi" w:cstheme="minorHAnsi"/>
          <w:sz w:val="24"/>
          <w:szCs w:val="24"/>
        </w:rPr>
        <w:t>Ze względu na podmiotowy i przedmiotowy zakres spraw regulowanych projekt nie był poddany konsultacjom publicznym i opiniowaniu, o których mowa w uchwale Nr 190 Rady Ministrów Regulamin pracy Rady Ministrów</w:t>
      </w:r>
      <w:r w:rsidR="00CF3DC0">
        <w:rPr>
          <w:rFonts w:asciiTheme="minorHAnsi" w:hAnsiTheme="minorHAnsi" w:cstheme="minorHAnsi"/>
          <w:sz w:val="24"/>
          <w:szCs w:val="24"/>
        </w:rPr>
        <w:t>.</w:t>
      </w:r>
    </w:p>
    <w:p w14:paraId="4612F6A6" w14:textId="27D79927" w:rsidR="000421F5" w:rsidRPr="00C71B00" w:rsidRDefault="000421F5" w:rsidP="00DD4CB7">
      <w:pPr>
        <w:pStyle w:val="Tekstpodstawowy2"/>
        <w:spacing w:after="120" w:line="240" w:lineRule="auto"/>
        <w:ind w:left="426"/>
        <w:rPr>
          <w:rFonts w:asciiTheme="minorHAnsi" w:hAnsiTheme="minorHAnsi" w:cstheme="minorHAnsi"/>
          <w:b/>
          <w:sz w:val="24"/>
        </w:rPr>
      </w:pPr>
      <w:r w:rsidRPr="00C71B00">
        <w:rPr>
          <w:rFonts w:asciiTheme="minorHAnsi" w:hAnsiTheme="minorHAnsi" w:cstheme="minorHAnsi"/>
          <w:b/>
          <w:sz w:val="24"/>
        </w:rPr>
        <w:t xml:space="preserve">b) </w:t>
      </w:r>
      <w:r w:rsidR="00A67908">
        <w:rPr>
          <w:rFonts w:asciiTheme="minorHAnsi" w:hAnsiTheme="minorHAnsi" w:cstheme="minorHAnsi"/>
          <w:b/>
          <w:sz w:val="24"/>
        </w:rPr>
        <w:t>P</w:t>
      </w:r>
      <w:r w:rsidRPr="00C71B00">
        <w:rPr>
          <w:rFonts w:asciiTheme="minorHAnsi" w:hAnsiTheme="minorHAnsi" w:cstheme="minorHAnsi"/>
          <w:b/>
          <w:sz w:val="24"/>
        </w:rPr>
        <w:t>odmioty, które przedstawiły stanowisko lub opinię</w:t>
      </w:r>
    </w:p>
    <w:p w14:paraId="24BBF31C" w14:textId="4E489082" w:rsidR="000421F5" w:rsidRPr="00CF3DC0" w:rsidRDefault="00F418A1" w:rsidP="00DD4CB7">
      <w:pPr>
        <w:pStyle w:val="Tekstpodstawowy2"/>
        <w:spacing w:after="120" w:line="240" w:lineRule="auto"/>
        <w:ind w:left="426"/>
        <w:rPr>
          <w:rFonts w:asciiTheme="minorHAnsi" w:hAnsiTheme="minorHAnsi" w:cstheme="minorHAnsi"/>
          <w:bCs/>
          <w:sz w:val="24"/>
        </w:rPr>
      </w:pPr>
      <w:r w:rsidRPr="00CF3DC0">
        <w:rPr>
          <w:rFonts w:asciiTheme="minorHAnsi" w:hAnsiTheme="minorHAnsi" w:cstheme="minorHAnsi"/>
          <w:bCs/>
          <w:sz w:val="24"/>
        </w:rPr>
        <w:t>Żaden z podmiotów nie zgłosił zainteresowania pracami nad projektem rozporządzenia w</w:t>
      </w:r>
      <w:r w:rsidR="004D1769">
        <w:rPr>
          <w:rFonts w:asciiTheme="minorHAnsi" w:hAnsiTheme="minorHAnsi" w:cstheme="minorHAnsi"/>
          <w:bCs/>
          <w:sz w:val="24"/>
        </w:rPr>
        <w:t> </w:t>
      </w:r>
      <w:r w:rsidRPr="00CF3DC0">
        <w:rPr>
          <w:rFonts w:asciiTheme="minorHAnsi" w:hAnsiTheme="minorHAnsi" w:cstheme="minorHAnsi"/>
          <w:bCs/>
          <w:sz w:val="24"/>
        </w:rPr>
        <w:t>trybie ustawy z dnia 7 lipca 2005 r. o działalności lobbingowej w procesie stanowienia prawa (Dz. U. z 2017 r. poz. 248, z późn. zm.)</w:t>
      </w:r>
      <w:r w:rsidR="00CF3DC0">
        <w:rPr>
          <w:rFonts w:asciiTheme="minorHAnsi" w:hAnsiTheme="minorHAnsi" w:cstheme="minorHAnsi"/>
          <w:bCs/>
          <w:sz w:val="24"/>
        </w:rPr>
        <w:t>.</w:t>
      </w:r>
    </w:p>
    <w:p w14:paraId="1C1F3F23" w14:textId="50A87E9B" w:rsidR="00C71B00" w:rsidRDefault="00C71B00" w:rsidP="00DD4CB7">
      <w:pPr>
        <w:pStyle w:val="Tekstpodstawowy2"/>
        <w:spacing w:after="120" w:line="240" w:lineRule="auto"/>
        <w:ind w:left="426"/>
        <w:rPr>
          <w:rFonts w:asciiTheme="minorHAnsi" w:hAnsiTheme="minorHAnsi" w:cstheme="minorHAnsi"/>
          <w:b/>
          <w:sz w:val="24"/>
        </w:rPr>
      </w:pPr>
      <w:r w:rsidRPr="00C71B00">
        <w:rPr>
          <w:rFonts w:asciiTheme="minorHAnsi" w:hAnsiTheme="minorHAnsi" w:cstheme="minorHAnsi"/>
          <w:b/>
          <w:sz w:val="24"/>
        </w:rPr>
        <w:t xml:space="preserve">c) </w:t>
      </w:r>
      <w:r w:rsidR="00A67908">
        <w:rPr>
          <w:rFonts w:asciiTheme="minorHAnsi" w:hAnsiTheme="minorHAnsi" w:cstheme="minorHAnsi"/>
          <w:b/>
          <w:sz w:val="24"/>
        </w:rPr>
        <w:t>O</w:t>
      </w:r>
      <w:r w:rsidRPr="00C71B00">
        <w:rPr>
          <w:rFonts w:asciiTheme="minorHAnsi" w:hAnsiTheme="minorHAnsi" w:cstheme="minorHAnsi"/>
          <w:b/>
          <w:sz w:val="24"/>
        </w:rPr>
        <w:t>mówienie przedstawionych stanowisk lub opinii i odniesienie się do nich</w:t>
      </w:r>
    </w:p>
    <w:p w14:paraId="4C66C1FB" w14:textId="188DCB79" w:rsidR="00CF3DC0" w:rsidRDefault="00CF3DC0" w:rsidP="00DD4CB7">
      <w:pPr>
        <w:pStyle w:val="Tekstpodstawowy2"/>
        <w:spacing w:after="120" w:line="240" w:lineRule="auto"/>
        <w:ind w:left="426"/>
        <w:rPr>
          <w:rFonts w:asciiTheme="minorHAnsi" w:hAnsiTheme="minorHAnsi" w:cstheme="minorHAnsi"/>
          <w:bCs/>
          <w:sz w:val="24"/>
        </w:rPr>
      </w:pPr>
      <w:r>
        <w:rPr>
          <w:rFonts w:asciiTheme="minorHAnsi" w:hAnsiTheme="minorHAnsi" w:cstheme="minorHAnsi"/>
          <w:bCs/>
          <w:sz w:val="24"/>
        </w:rPr>
        <w:t>Nie przedstawiono stanowisk i opinii.</w:t>
      </w:r>
    </w:p>
    <w:p w14:paraId="2DBD4D83" w14:textId="4E2A6B64" w:rsidR="000421F5" w:rsidRPr="00C71B00" w:rsidRDefault="000421F5" w:rsidP="00DD4CB7">
      <w:pPr>
        <w:pStyle w:val="Tekstpodstawowy2"/>
        <w:spacing w:after="120" w:line="240" w:lineRule="auto"/>
        <w:rPr>
          <w:rFonts w:asciiTheme="minorHAnsi" w:hAnsiTheme="minorHAnsi" w:cstheme="minorHAnsi"/>
          <w:b/>
          <w:sz w:val="24"/>
        </w:rPr>
      </w:pPr>
      <w:r w:rsidRPr="00C71B00">
        <w:rPr>
          <w:rFonts w:asciiTheme="minorHAnsi" w:hAnsiTheme="minorHAnsi" w:cstheme="minorHAnsi"/>
          <w:b/>
          <w:sz w:val="24"/>
        </w:rPr>
        <w:t>2. Informacja o okresie przeprowadzenia konsultacji publicznych i opiniowania i terminie wyznaczonym do zajęcia stanowiska</w:t>
      </w:r>
    </w:p>
    <w:p w14:paraId="0705B702" w14:textId="4264E8C9" w:rsidR="000421F5" w:rsidRPr="00C71B00" w:rsidRDefault="00CF3DC0" w:rsidP="00DD4CB7">
      <w:pPr>
        <w:pStyle w:val="Tekstpodstawowy2"/>
        <w:spacing w:after="120" w:line="240" w:lineRule="auto"/>
        <w:ind w:left="426"/>
        <w:rPr>
          <w:rFonts w:asciiTheme="minorHAnsi" w:hAnsiTheme="minorHAnsi" w:cstheme="minorHAnsi"/>
          <w:bCs/>
          <w:sz w:val="24"/>
        </w:rPr>
      </w:pPr>
      <w:r>
        <w:rPr>
          <w:rFonts w:asciiTheme="minorHAnsi" w:hAnsiTheme="minorHAnsi" w:cstheme="minorHAnsi"/>
          <w:bCs/>
          <w:sz w:val="24"/>
        </w:rPr>
        <w:t>P</w:t>
      </w:r>
      <w:r w:rsidRPr="00CF3DC0">
        <w:rPr>
          <w:rFonts w:asciiTheme="minorHAnsi" w:hAnsiTheme="minorHAnsi" w:cstheme="minorHAnsi"/>
          <w:bCs/>
          <w:sz w:val="24"/>
        </w:rPr>
        <w:t>rojekt nie był poddany konsultacjom publicznym i opiniowaniu</w:t>
      </w:r>
      <w:r>
        <w:rPr>
          <w:rFonts w:asciiTheme="minorHAnsi" w:hAnsiTheme="minorHAnsi" w:cstheme="minorHAnsi"/>
          <w:bCs/>
          <w:sz w:val="24"/>
        </w:rPr>
        <w:t>.</w:t>
      </w:r>
    </w:p>
    <w:p w14:paraId="2DF82660" w14:textId="6E5F13FC" w:rsidR="00A17BF1" w:rsidRPr="00C71B00" w:rsidRDefault="000421F5" w:rsidP="00DD4CB7">
      <w:pPr>
        <w:pStyle w:val="Tekstpodstawowy2"/>
        <w:spacing w:after="120"/>
        <w:rPr>
          <w:rFonts w:asciiTheme="minorHAnsi" w:hAnsiTheme="minorHAnsi" w:cstheme="minorHAnsi"/>
          <w:b/>
          <w:sz w:val="24"/>
        </w:rPr>
      </w:pPr>
      <w:r w:rsidRPr="00C71B00">
        <w:rPr>
          <w:rFonts w:asciiTheme="minorHAnsi" w:hAnsiTheme="minorHAnsi" w:cstheme="minorHAnsi"/>
          <w:b/>
          <w:sz w:val="24"/>
        </w:rPr>
        <w:t xml:space="preserve">3. </w:t>
      </w:r>
      <w:r w:rsidR="00A90412" w:rsidRPr="00C71B00">
        <w:rPr>
          <w:rFonts w:asciiTheme="minorHAnsi" w:hAnsiTheme="minorHAnsi" w:cstheme="minorHAnsi"/>
          <w:b/>
          <w:sz w:val="24"/>
        </w:rPr>
        <w:t xml:space="preserve">Przedstawienie </w:t>
      </w:r>
      <w:r w:rsidR="00830AE4" w:rsidRPr="00C71B00">
        <w:rPr>
          <w:rFonts w:asciiTheme="minorHAnsi" w:hAnsiTheme="minorHAnsi" w:cstheme="minorHAnsi"/>
          <w:b/>
          <w:sz w:val="24"/>
        </w:rPr>
        <w:t>wyników zasięgnięcia opinii, dokonania konsulta</w:t>
      </w:r>
      <w:r w:rsidR="002B68AA" w:rsidRPr="00C71B00">
        <w:rPr>
          <w:rFonts w:asciiTheme="minorHAnsi" w:hAnsiTheme="minorHAnsi" w:cstheme="minorHAnsi"/>
          <w:b/>
          <w:sz w:val="24"/>
        </w:rPr>
        <w:t xml:space="preserve">cji albo uzgodnienia projektu z </w:t>
      </w:r>
      <w:r w:rsidR="00830AE4" w:rsidRPr="00C71B00">
        <w:rPr>
          <w:rFonts w:asciiTheme="minorHAnsi" w:hAnsiTheme="minorHAnsi" w:cstheme="minorHAnsi"/>
          <w:b/>
          <w:sz w:val="24"/>
        </w:rPr>
        <w:t>właściwymi organami i</w:t>
      </w:r>
      <w:r w:rsidR="00906E51" w:rsidRPr="00C71B00">
        <w:rPr>
          <w:rFonts w:asciiTheme="minorHAnsi" w:hAnsiTheme="minorHAnsi" w:cstheme="minorHAnsi"/>
          <w:b/>
          <w:sz w:val="24"/>
        </w:rPr>
        <w:t> </w:t>
      </w:r>
      <w:r w:rsidR="00830AE4" w:rsidRPr="00C71B00">
        <w:rPr>
          <w:rFonts w:asciiTheme="minorHAnsi" w:hAnsiTheme="minorHAnsi" w:cstheme="minorHAnsi"/>
          <w:b/>
          <w:sz w:val="24"/>
        </w:rPr>
        <w:t>instytucjami Unii Europejskiej, w tym Europejskim Bankiem Centralnym</w:t>
      </w:r>
      <w:r w:rsidR="00EC6D14" w:rsidRPr="00C71B00">
        <w:rPr>
          <w:rFonts w:asciiTheme="minorHAnsi" w:hAnsiTheme="minorHAnsi" w:cstheme="minorHAnsi"/>
          <w:b/>
          <w:sz w:val="24"/>
        </w:rPr>
        <w:t xml:space="preserve"> </w:t>
      </w:r>
      <w:r w:rsidR="00830AE4" w:rsidRPr="00C71B00">
        <w:rPr>
          <w:rFonts w:asciiTheme="minorHAnsi" w:hAnsiTheme="minorHAnsi" w:cstheme="minorHAnsi"/>
          <w:b/>
          <w:sz w:val="24"/>
        </w:rPr>
        <w:t>.</w:t>
      </w:r>
    </w:p>
    <w:p w14:paraId="0F081AF9" w14:textId="3B9B7003" w:rsidR="00C71B00" w:rsidRPr="00CF3DC0" w:rsidRDefault="00CF3DC0" w:rsidP="00DD4CB7">
      <w:pPr>
        <w:pStyle w:val="Tekstpodstawowy2"/>
        <w:spacing w:after="120" w:line="240" w:lineRule="auto"/>
        <w:ind w:left="426"/>
        <w:rPr>
          <w:rFonts w:asciiTheme="minorHAnsi" w:hAnsiTheme="minorHAnsi" w:cstheme="minorHAnsi"/>
          <w:bCs/>
          <w:sz w:val="24"/>
        </w:rPr>
      </w:pPr>
      <w:r w:rsidRPr="00CF3DC0">
        <w:rPr>
          <w:rFonts w:asciiTheme="minorHAnsi" w:hAnsiTheme="minorHAnsi" w:cstheme="minorHAnsi"/>
          <w:bCs/>
          <w:sz w:val="24"/>
        </w:rPr>
        <w:t>Projekt nie wymaga zasięgnięcia opinii, dokonania konsultacji oraz uzgodnienia z</w:t>
      </w:r>
      <w:r w:rsidR="004D1769">
        <w:rPr>
          <w:rFonts w:asciiTheme="minorHAnsi" w:hAnsiTheme="minorHAnsi" w:cstheme="minorHAnsi"/>
          <w:bCs/>
          <w:sz w:val="24"/>
        </w:rPr>
        <w:t> </w:t>
      </w:r>
      <w:r w:rsidRPr="00CF3DC0">
        <w:rPr>
          <w:rFonts w:asciiTheme="minorHAnsi" w:hAnsiTheme="minorHAnsi" w:cstheme="minorHAnsi"/>
          <w:bCs/>
          <w:sz w:val="24"/>
        </w:rPr>
        <w:t>właściwymi organami i instytucjami Unii Europejskiej, w tym Europejskim Bankiem Centralnym</w:t>
      </w:r>
      <w:r w:rsidR="00C71B00" w:rsidRPr="00CF3DC0">
        <w:rPr>
          <w:rFonts w:asciiTheme="minorHAnsi" w:hAnsiTheme="minorHAnsi" w:cstheme="minorHAnsi"/>
          <w:bCs/>
          <w:sz w:val="24"/>
        </w:rPr>
        <w:t>.</w:t>
      </w:r>
    </w:p>
    <w:p w14:paraId="23D06C0D" w14:textId="06C5EB1C" w:rsidR="00A17BF1" w:rsidRPr="00C71B00" w:rsidRDefault="000421F5" w:rsidP="00DD4CB7">
      <w:pPr>
        <w:pStyle w:val="Tekstpodstawowy2"/>
        <w:spacing w:after="120"/>
        <w:rPr>
          <w:rFonts w:asciiTheme="minorHAnsi" w:hAnsiTheme="minorHAnsi" w:cstheme="minorHAnsi"/>
          <w:b/>
          <w:sz w:val="24"/>
        </w:rPr>
      </w:pPr>
      <w:r w:rsidRPr="00C71B00">
        <w:rPr>
          <w:rFonts w:asciiTheme="minorHAnsi" w:hAnsiTheme="minorHAnsi" w:cstheme="minorHAnsi"/>
          <w:b/>
          <w:sz w:val="24"/>
        </w:rPr>
        <w:t xml:space="preserve">4. </w:t>
      </w:r>
      <w:r w:rsidR="005845BA" w:rsidRPr="00C71B00">
        <w:rPr>
          <w:rFonts w:asciiTheme="minorHAnsi" w:hAnsiTheme="minorHAnsi" w:cstheme="minorHAnsi"/>
          <w:b/>
          <w:sz w:val="24"/>
        </w:rPr>
        <w:t>Podmioty, które zgłosiły zainteresowanie pracami na</w:t>
      </w:r>
      <w:r w:rsidR="00E30484" w:rsidRPr="00C71B00">
        <w:rPr>
          <w:rFonts w:asciiTheme="minorHAnsi" w:hAnsiTheme="minorHAnsi" w:cstheme="minorHAnsi"/>
          <w:b/>
          <w:sz w:val="24"/>
        </w:rPr>
        <w:t>d</w:t>
      </w:r>
      <w:r w:rsidR="005845BA" w:rsidRPr="00C71B00">
        <w:rPr>
          <w:rFonts w:asciiTheme="minorHAnsi" w:hAnsiTheme="minorHAnsi" w:cstheme="minorHAnsi"/>
          <w:b/>
          <w:sz w:val="24"/>
        </w:rPr>
        <w:t xml:space="preserve"> projektem w trybie przepisów o</w:t>
      </w:r>
      <w:r w:rsidR="004D1769">
        <w:rPr>
          <w:rFonts w:asciiTheme="minorHAnsi" w:hAnsiTheme="minorHAnsi" w:cstheme="minorHAnsi"/>
          <w:b/>
          <w:sz w:val="24"/>
        </w:rPr>
        <w:t> </w:t>
      </w:r>
      <w:r w:rsidR="005845BA" w:rsidRPr="00C71B00">
        <w:rPr>
          <w:rFonts w:asciiTheme="minorHAnsi" w:hAnsiTheme="minorHAnsi" w:cstheme="minorHAnsi"/>
          <w:b/>
          <w:sz w:val="24"/>
        </w:rPr>
        <w:t>działalności lobbingowej w procesie stanowienia prawa.</w:t>
      </w:r>
      <w:r w:rsidR="00EC6D14" w:rsidRPr="00C71B00">
        <w:rPr>
          <w:rFonts w:asciiTheme="minorHAnsi" w:hAnsiTheme="minorHAnsi" w:cstheme="minorHAnsi"/>
          <w:b/>
          <w:sz w:val="24"/>
        </w:rPr>
        <w:t xml:space="preserve"> </w:t>
      </w:r>
    </w:p>
    <w:p w14:paraId="4AC7DD1F" w14:textId="30EFC25D" w:rsidR="00CF3DC0" w:rsidRPr="00CF3DC0" w:rsidRDefault="00CF3DC0" w:rsidP="00DD4CB7">
      <w:pPr>
        <w:pStyle w:val="Tekstpodstawowy2"/>
        <w:spacing w:after="120"/>
        <w:ind w:left="425"/>
        <w:rPr>
          <w:rFonts w:asciiTheme="minorHAnsi" w:hAnsiTheme="minorHAnsi" w:cstheme="minorHAnsi"/>
          <w:sz w:val="24"/>
        </w:rPr>
      </w:pPr>
      <w:r w:rsidRPr="00CF3DC0">
        <w:rPr>
          <w:rFonts w:asciiTheme="minorHAnsi" w:hAnsiTheme="minorHAnsi" w:cstheme="minorHAnsi"/>
          <w:sz w:val="24"/>
        </w:rPr>
        <w:t>Stosownie do postanowień art. 5 ustawy z dnia 7 lipca 2005 r. o działalności lobbingowej w</w:t>
      </w:r>
      <w:r w:rsidR="004D1769">
        <w:rPr>
          <w:rFonts w:asciiTheme="minorHAnsi" w:hAnsiTheme="minorHAnsi" w:cstheme="minorHAnsi"/>
          <w:sz w:val="24"/>
        </w:rPr>
        <w:t> </w:t>
      </w:r>
      <w:r w:rsidRPr="00CF3DC0">
        <w:rPr>
          <w:rFonts w:asciiTheme="minorHAnsi" w:hAnsiTheme="minorHAnsi" w:cstheme="minorHAnsi"/>
          <w:sz w:val="24"/>
        </w:rPr>
        <w:t>procesie stanowienia prawa (Dz. U. z 2017 r. poz. 248, z późn. zm.) oraz § 52 uchwały nr</w:t>
      </w:r>
      <w:r w:rsidR="004D1769">
        <w:rPr>
          <w:rFonts w:asciiTheme="minorHAnsi" w:hAnsiTheme="minorHAnsi" w:cstheme="minorHAnsi"/>
          <w:sz w:val="24"/>
        </w:rPr>
        <w:t> </w:t>
      </w:r>
      <w:r w:rsidRPr="00CF3DC0">
        <w:rPr>
          <w:rFonts w:asciiTheme="minorHAnsi" w:hAnsiTheme="minorHAnsi" w:cstheme="minorHAnsi"/>
          <w:sz w:val="24"/>
        </w:rPr>
        <w:t>190 Rady Ministrów z dnia 29 października 2013 r. – Regulamin pracy Rady Ministrów (M.P. z 2024 r. poz. 806) projekt rozporządzenia został udostępniony w Biuletynie Informacji Publicznej na stronie podmiotowej Rządowego Centrum Legislacji (www.rcl.gov.pl).</w:t>
      </w:r>
    </w:p>
    <w:p w14:paraId="06E73909" w14:textId="66880B2B" w:rsidR="00964971" w:rsidRDefault="00CF3DC0" w:rsidP="00DD4CB7">
      <w:pPr>
        <w:pStyle w:val="Tekstpodstawowy2"/>
        <w:spacing w:after="120"/>
        <w:ind w:left="425"/>
        <w:rPr>
          <w:rFonts w:ascii="Times New Roman" w:hAnsi="Times New Roman"/>
          <w:sz w:val="20"/>
        </w:rPr>
      </w:pPr>
      <w:r w:rsidRPr="00CF3DC0">
        <w:rPr>
          <w:rFonts w:asciiTheme="minorHAnsi" w:hAnsiTheme="minorHAnsi" w:cstheme="minorHAnsi"/>
          <w:sz w:val="24"/>
        </w:rPr>
        <w:t>Brak zgłoszeń w trybie przepisów o działalności lobbingowej w procesie stanowienia prawa</w:t>
      </w:r>
      <w:r>
        <w:rPr>
          <w:rFonts w:asciiTheme="minorHAnsi" w:hAnsiTheme="minorHAnsi" w:cstheme="minorHAnsi"/>
          <w:sz w:val="24"/>
        </w:rPr>
        <w:t>.</w:t>
      </w:r>
    </w:p>
    <w:sectPr w:rsidR="00964971" w:rsidSect="00683416">
      <w:footerReference w:type="default" r:id="rId8"/>
      <w:headerReference w:type="first" r:id="rId9"/>
      <w:pgSz w:w="11900" w:h="16840"/>
      <w:pgMar w:top="1701" w:right="1134" w:bottom="1701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E08CB" w14:textId="77777777" w:rsidR="00196749" w:rsidRDefault="00196749">
      <w:r>
        <w:separator/>
      </w:r>
    </w:p>
  </w:endnote>
  <w:endnote w:type="continuationSeparator" w:id="0">
    <w:p w14:paraId="29A8DA3B" w14:textId="77777777" w:rsidR="00196749" w:rsidRDefault="00196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1F17E" w14:textId="77777777" w:rsidR="003E0C3E" w:rsidRDefault="003E0C3E" w:rsidP="00D84EB9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>
      <w:rPr>
        <w:rFonts w:ascii="Arial" w:hAnsi="Arial" w:cs="Arial"/>
        <w:color w:val="7F7F7F"/>
        <w:sz w:val="16"/>
        <w:szCs w:val="16"/>
      </w:rPr>
      <w:fldChar w:fldCharType="begin"/>
    </w:r>
    <w:r>
      <w:rPr>
        <w:rFonts w:ascii="Arial" w:hAnsi="Arial" w:cs="Arial"/>
        <w:color w:val="7F7F7F"/>
        <w:sz w:val="16"/>
        <w:szCs w:val="16"/>
      </w:rPr>
      <w:instrText xml:space="preserve"> PAGE   \* MERGEFORMAT </w:instrText>
    </w:r>
    <w:r>
      <w:rPr>
        <w:rFonts w:ascii="Arial" w:hAnsi="Arial" w:cs="Arial"/>
        <w:color w:val="7F7F7F"/>
        <w:sz w:val="16"/>
        <w:szCs w:val="16"/>
      </w:rPr>
      <w:fldChar w:fldCharType="separate"/>
    </w:r>
    <w:r w:rsidR="00B1273B">
      <w:rPr>
        <w:rFonts w:ascii="Arial" w:hAnsi="Arial" w:cs="Arial"/>
        <w:noProof/>
        <w:color w:val="7F7F7F"/>
        <w:sz w:val="16"/>
        <w:szCs w:val="16"/>
      </w:rPr>
      <w:t>2</w:t>
    </w:r>
    <w:r>
      <w:rPr>
        <w:rFonts w:ascii="Arial" w:hAnsi="Arial" w:cs="Arial"/>
        <w:color w:val="7F7F7F"/>
        <w:sz w:val="16"/>
        <w:szCs w:val="16"/>
      </w:rPr>
      <w:fldChar w:fldCharType="end"/>
    </w:r>
  </w:p>
  <w:p w14:paraId="644A3AD3" w14:textId="77777777" w:rsidR="003E0C3E" w:rsidRPr="006C13FF" w:rsidRDefault="003E0C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9AB68" w14:textId="77777777" w:rsidR="00196749" w:rsidRDefault="00196749">
      <w:r>
        <w:separator/>
      </w:r>
    </w:p>
  </w:footnote>
  <w:footnote w:type="continuationSeparator" w:id="0">
    <w:p w14:paraId="60395C8A" w14:textId="77777777" w:rsidR="00196749" w:rsidRDefault="00196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A5D42" w14:textId="77777777" w:rsidR="003E0C3E" w:rsidRDefault="00A17BF1" w:rsidP="00A17BF1">
    <w:pPr>
      <w:pStyle w:val="Nagwek"/>
      <w:tabs>
        <w:tab w:val="clear" w:pos="4320"/>
        <w:tab w:val="clear" w:pos="8640"/>
        <w:tab w:val="center" w:pos="467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30EAC"/>
    <w:multiLevelType w:val="hybridMultilevel"/>
    <w:tmpl w:val="1FEAB3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A22135"/>
    <w:multiLevelType w:val="hybridMultilevel"/>
    <w:tmpl w:val="EF9A9EC8"/>
    <w:lvl w:ilvl="0" w:tplc="F21CDD0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2" w15:restartNumberingAfterBreak="0">
    <w:nsid w:val="232C19AE"/>
    <w:multiLevelType w:val="hybridMultilevel"/>
    <w:tmpl w:val="A36CF2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536255B"/>
    <w:multiLevelType w:val="hybridMultilevel"/>
    <w:tmpl w:val="9200A2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3806A5A"/>
    <w:multiLevelType w:val="hybridMultilevel"/>
    <w:tmpl w:val="99E09A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83338DD"/>
    <w:multiLevelType w:val="hybridMultilevel"/>
    <w:tmpl w:val="871234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87A531C"/>
    <w:multiLevelType w:val="hybridMultilevel"/>
    <w:tmpl w:val="5942D36A"/>
    <w:lvl w:ilvl="0" w:tplc="4A761F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2C40A82"/>
    <w:multiLevelType w:val="hybridMultilevel"/>
    <w:tmpl w:val="6FE2B00E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26C"/>
    <w:rsid w:val="000121E1"/>
    <w:rsid w:val="00025D6C"/>
    <w:rsid w:val="0003406F"/>
    <w:rsid w:val="000421F5"/>
    <w:rsid w:val="00043584"/>
    <w:rsid w:val="00061182"/>
    <w:rsid w:val="00061EF5"/>
    <w:rsid w:val="000641D9"/>
    <w:rsid w:val="00066F07"/>
    <w:rsid w:val="0007220B"/>
    <w:rsid w:val="000726FD"/>
    <w:rsid w:val="00076423"/>
    <w:rsid w:val="00076B6E"/>
    <w:rsid w:val="00080ECB"/>
    <w:rsid w:val="0008784C"/>
    <w:rsid w:val="0009126C"/>
    <w:rsid w:val="000917F0"/>
    <w:rsid w:val="00094749"/>
    <w:rsid w:val="000A0221"/>
    <w:rsid w:val="000B163C"/>
    <w:rsid w:val="000D502F"/>
    <w:rsid w:val="000D5190"/>
    <w:rsid w:val="000E6EA8"/>
    <w:rsid w:val="000F0CEE"/>
    <w:rsid w:val="001008A9"/>
    <w:rsid w:val="00104BEE"/>
    <w:rsid w:val="00105E24"/>
    <w:rsid w:val="00114E0D"/>
    <w:rsid w:val="0012632E"/>
    <w:rsid w:val="00136F61"/>
    <w:rsid w:val="00142EED"/>
    <w:rsid w:val="0014520F"/>
    <w:rsid w:val="00185FFE"/>
    <w:rsid w:val="00186EEF"/>
    <w:rsid w:val="00187F0A"/>
    <w:rsid w:val="00190328"/>
    <w:rsid w:val="00194635"/>
    <w:rsid w:val="00196749"/>
    <w:rsid w:val="001A1545"/>
    <w:rsid w:val="001A7FB3"/>
    <w:rsid w:val="001D4C66"/>
    <w:rsid w:val="001D67CF"/>
    <w:rsid w:val="001F25A1"/>
    <w:rsid w:val="00211272"/>
    <w:rsid w:val="0021360D"/>
    <w:rsid w:val="002230BB"/>
    <w:rsid w:val="00237E2E"/>
    <w:rsid w:val="00245C97"/>
    <w:rsid w:val="0025070C"/>
    <w:rsid w:val="00252E67"/>
    <w:rsid w:val="0026475F"/>
    <w:rsid w:val="00270DE0"/>
    <w:rsid w:val="0027105B"/>
    <w:rsid w:val="002745EA"/>
    <w:rsid w:val="002B68AA"/>
    <w:rsid w:val="002F236C"/>
    <w:rsid w:val="002F47E5"/>
    <w:rsid w:val="00300B1E"/>
    <w:rsid w:val="00320AD6"/>
    <w:rsid w:val="00324EA3"/>
    <w:rsid w:val="00326481"/>
    <w:rsid w:val="00330C4A"/>
    <w:rsid w:val="00342EDB"/>
    <w:rsid w:val="0035538A"/>
    <w:rsid w:val="00355C40"/>
    <w:rsid w:val="003565F4"/>
    <w:rsid w:val="00374510"/>
    <w:rsid w:val="003770BD"/>
    <w:rsid w:val="00383D35"/>
    <w:rsid w:val="003858F7"/>
    <w:rsid w:val="00386A34"/>
    <w:rsid w:val="00396805"/>
    <w:rsid w:val="003A05DB"/>
    <w:rsid w:val="003B094D"/>
    <w:rsid w:val="003B2E2E"/>
    <w:rsid w:val="003B3AA2"/>
    <w:rsid w:val="003C1576"/>
    <w:rsid w:val="003E0C3E"/>
    <w:rsid w:val="003E2227"/>
    <w:rsid w:val="003E6E19"/>
    <w:rsid w:val="00405838"/>
    <w:rsid w:val="00421AB1"/>
    <w:rsid w:val="00441403"/>
    <w:rsid w:val="00441DDF"/>
    <w:rsid w:val="00454DC3"/>
    <w:rsid w:val="004564FE"/>
    <w:rsid w:val="0046126A"/>
    <w:rsid w:val="004626BD"/>
    <w:rsid w:val="00463025"/>
    <w:rsid w:val="00472E24"/>
    <w:rsid w:val="0047718C"/>
    <w:rsid w:val="00496205"/>
    <w:rsid w:val="004A3B44"/>
    <w:rsid w:val="004A455F"/>
    <w:rsid w:val="004C536C"/>
    <w:rsid w:val="004D1769"/>
    <w:rsid w:val="004D2039"/>
    <w:rsid w:val="004E6099"/>
    <w:rsid w:val="004F1B90"/>
    <w:rsid w:val="004F20FF"/>
    <w:rsid w:val="004F2885"/>
    <w:rsid w:val="005016A8"/>
    <w:rsid w:val="00502334"/>
    <w:rsid w:val="005077EB"/>
    <w:rsid w:val="00523B2C"/>
    <w:rsid w:val="005302C0"/>
    <w:rsid w:val="0053449E"/>
    <w:rsid w:val="0054053F"/>
    <w:rsid w:val="00546307"/>
    <w:rsid w:val="00547C9A"/>
    <w:rsid w:val="005629D3"/>
    <w:rsid w:val="005631BC"/>
    <w:rsid w:val="00566933"/>
    <w:rsid w:val="00566F7D"/>
    <w:rsid w:val="00573700"/>
    <w:rsid w:val="005845BA"/>
    <w:rsid w:val="005931CA"/>
    <w:rsid w:val="005A03CF"/>
    <w:rsid w:val="005A2EC8"/>
    <w:rsid w:val="005B3CB2"/>
    <w:rsid w:val="005B3E7D"/>
    <w:rsid w:val="005B55E0"/>
    <w:rsid w:val="005B573A"/>
    <w:rsid w:val="005B5746"/>
    <w:rsid w:val="005B6A25"/>
    <w:rsid w:val="005C10B5"/>
    <w:rsid w:val="005D184D"/>
    <w:rsid w:val="005E2B8C"/>
    <w:rsid w:val="005E3685"/>
    <w:rsid w:val="006031DF"/>
    <w:rsid w:val="00603380"/>
    <w:rsid w:val="006061CF"/>
    <w:rsid w:val="006144B6"/>
    <w:rsid w:val="00622288"/>
    <w:rsid w:val="0062570D"/>
    <w:rsid w:val="00627003"/>
    <w:rsid w:val="006331C4"/>
    <w:rsid w:val="00657719"/>
    <w:rsid w:val="0066160B"/>
    <w:rsid w:val="00661BAE"/>
    <w:rsid w:val="00662EA7"/>
    <w:rsid w:val="0067640A"/>
    <w:rsid w:val="00682324"/>
    <w:rsid w:val="00683416"/>
    <w:rsid w:val="00683818"/>
    <w:rsid w:val="00686D31"/>
    <w:rsid w:val="00692362"/>
    <w:rsid w:val="006A4D1F"/>
    <w:rsid w:val="006B696F"/>
    <w:rsid w:val="006C13FF"/>
    <w:rsid w:val="006C4E71"/>
    <w:rsid w:val="006E128C"/>
    <w:rsid w:val="00700381"/>
    <w:rsid w:val="00701050"/>
    <w:rsid w:val="00705186"/>
    <w:rsid w:val="00716F48"/>
    <w:rsid w:val="007215DB"/>
    <w:rsid w:val="00737274"/>
    <w:rsid w:val="00737CB8"/>
    <w:rsid w:val="0074438F"/>
    <w:rsid w:val="00745AB8"/>
    <w:rsid w:val="007637A6"/>
    <w:rsid w:val="007779AD"/>
    <w:rsid w:val="00777F88"/>
    <w:rsid w:val="00780565"/>
    <w:rsid w:val="007A0D51"/>
    <w:rsid w:val="007B14FD"/>
    <w:rsid w:val="007B2101"/>
    <w:rsid w:val="007B4F36"/>
    <w:rsid w:val="007B5B77"/>
    <w:rsid w:val="007B5ED1"/>
    <w:rsid w:val="007C1652"/>
    <w:rsid w:val="007E0B45"/>
    <w:rsid w:val="007E1083"/>
    <w:rsid w:val="007E2C44"/>
    <w:rsid w:val="007E45C4"/>
    <w:rsid w:val="007E7F24"/>
    <w:rsid w:val="007F5DE3"/>
    <w:rsid w:val="007F635D"/>
    <w:rsid w:val="007F7F23"/>
    <w:rsid w:val="00810D24"/>
    <w:rsid w:val="00810E83"/>
    <w:rsid w:val="008200C8"/>
    <w:rsid w:val="00830AE4"/>
    <w:rsid w:val="00834506"/>
    <w:rsid w:val="00843145"/>
    <w:rsid w:val="00843324"/>
    <w:rsid w:val="008458DD"/>
    <w:rsid w:val="008467C5"/>
    <w:rsid w:val="008619F0"/>
    <w:rsid w:val="00863E80"/>
    <w:rsid w:val="00874237"/>
    <w:rsid w:val="0087605C"/>
    <w:rsid w:val="00876D1A"/>
    <w:rsid w:val="00880D4A"/>
    <w:rsid w:val="0088670D"/>
    <w:rsid w:val="00887761"/>
    <w:rsid w:val="008903C7"/>
    <w:rsid w:val="008973B4"/>
    <w:rsid w:val="008A5928"/>
    <w:rsid w:val="008B3B3B"/>
    <w:rsid w:val="008D3A41"/>
    <w:rsid w:val="008D6B9E"/>
    <w:rsid w:val="008E45E4"/>
    <w:rsid w:val="008F226C"/>
    <w:rsid w:val="008F7163"/>
    <w:rsid w:val="009002C1"/>
    <w:rsid w:val="009032BA"/>
    <w:rsid w:val="00906E51"/>
    <w:rsid w:val="00917698"/>
    <w:rsid w:val="00921782"/>
    <w:rsid w:val="00923DDB"/>
    <w:rsid w:val="009261A9"/>
    <w:rsid w:val="0092662C"/>
    <w:rsid w:val="009275F5"/>
    <w:rsid w:val="009339A8"/>
    <w:rsid w:val="00936A08"/>
    <w:rsid w:val="00941E97"/>
    <w:rsid w:val="00964971"/>
    <w:rsid w:val="0098312C"/>
    <w:rsid w:val="0098671E"/>
    <w:rsid w:val="00997D28"/>
    <w:rsid w:val="009B5E3C"/>
    <w:rsid w:val="009B6BBF"/>
    <w:rsid w:val="009B765A"/>
    <w:rsid w:val="009C1D56"/>
    <w:rsid w:val="009D2509"/>
    <w:rsid w:val="009D4DE1"/>
    <w:rsid w:val="009E632A"/>
    <w:rsid w:val="009E6881"/>
    <w:rsid w:val="009F0589"/>
    <w:rsid w:val="009F2F11"/>
    <w:rsid w:val="009F3DFF"/>
    <w:rsid w:val="009F42DE"/>
    <w:rsid w:val="009F4DE3"/>
    <w:rsid w:val="009F63E0"/>
    <w:rsid w:val="009F790C"/>
    <w:rsid w:val="00A03AE0"/>
    <w:rsid w:val="00A05557"/>
    <w:rsid w:val="00A13C7D"/>
    <w:rsid w:val="00A17BF1"/>
    <w:rsid w:val="00A373BB"/>
    <w:rsid w:val="00A40F87"/>
    <w:rsid w:val="00A419BF"/>
    <w:rsid w:val="00A44314"/>
    <w:rsid w:val="00A502D5"/>
    <w:rsid w:val="00A56663"/>
    <w:rsid w:val="00A67908"/>
    <w:rsid w:val="00A747B1"/>
    <w:rsid w:val="00A805F7"/>
    <w:rsid w:val="00A8296B"/>
    <w:rsid w:val="00A90288"/>
    <w:rsid w:val="00A90412"/>
    <w:rsid w:val="00A974A4"/>
    <w:rsid w:val="00AB0154"/>
    <w:rsid w:val="00AB4EFF"/>
    <w:rsid w:val="00AC7FCA"/>
    <w:rsid w:val="00AD294B"/>
    <w:rsid w:val="00AD7DCD"/>
    <w:rsid w:val="00AE5C5E"/>
    <w:rsid w:val="00AE70C0"/>
    <w:rsid w:val="00B048A6"/>
    <w:rsid w:val="00B1273B"/>
    <w:rsid w:val="00B171AC"/>
    <w:rsid w:val="00B24637"/>
    <w:rsid w:val="00B261DE"/>
    <w:rsid w:val="00B343A9"/>
    <w:rsid w:val="00B34D6B"/>
    <w:rsid w:val="00B46DD9"/>
    <w:rsid w:val="00B47336"/>
    <w:rsid w:val="00B47B01"/>
    <w:rsid w:val="00B57E01"/>
    <w:rsid w:val="00B64128"/>
    <w:rsid w:val="00B65B27"/>
    <w:rsid w:val="00B70C2D"/>
    <w:rsid w:val="00B77D0A"/>
    <w:rsid w:val="00B8230C"/>
    <w:rsid w:val="00B9344F"/>
    <w:rsid w:val="00BA05D9"/>
    <w:rsid w:val="00BA0DD2"/>
    <w:rsid w:val="00BB5B8D"/>
    <w:rsid w:val="00BC5C6A"/>
    <w:rsid w:val="00BD6C34"/>
    <w:rsid w:val="00BE2AF0"/>
    <w:rsid w:val="00BE7157"/>
    <w:rsid w:val="00BE76A4"/>
    <w:rsid w:val="00BF1AB0"/>
    <w:rsid w:val="00BF2069"/>
    <w:rsid w:val="00BF3A32"/>
    <w:rsid w:val="00BF4E72"/>
    <w:rsid w:val="00C26D54"/>
    <w:rsid w:val="00C27D70"/>
    <w:rsid w:val="00C33E1F"/>
    <w:rsid w:val="00C51B4F"/>
    <w:rsid w:val="00C63664"/>
    <w:rsid w:val="00C6583C"/>
    <w:rsid w:val="00C71B00"/>
    <w:rsid w:val="00C92534"/>
    <w:rsid w:val="00C96612"/>
    <w:rsid w:val="00CA64F3"/>
    <w:rsid w:val="00CB5922"/>
    <w:rsid w:val="00CB73CE"/>
    <w:rsid w:val="00CD4049"/>
    <w:rsid w:val="00CE4459"/>
    <w:rsid w:val="00CE6F41"/>
    <w:rsid w:val="00CF3DC0"/>
    <w:rsid w:val="00CF533C"/>
    <w:rsid w:val="00D06B89"/>
    <w:rsid w:val="00D10A16"/>
    <w:rsid w:val="00D53B47"/>
    <w:rsid w:val="00D60C4F"/>
    <w:rsid w:val="00D70A08"/>
    <w:rsid w:val="00D82F7D"/>
    <w:rsid w:val="00D84EB9"/>
    <w:rsid w:val="00D86B3F"/>
    <w:rsid w:val="00D963CD"/>
    <w:rsid w:val="00DA5111"/>
    <w:rsid w:val="00DA71B4"/>
    <w:rsid w:val="00DC4C68"/>
    <w:rsid w:val="00DD163F"/>
    <w:rsid w:val="00DD3E6F"/>
    <w:rsid w:val="00DD4CB7"/>
    <w:rsid w:val="00DD5F8F"/>
    <w:rsid w:val="00DD649F"/>
    <w:rsid w:val="00DD7CDE"/>
    <w:rsid w:val="00DF1A30"/>
    <w:rsid w:val="00DF27DF"/>
    <w:rsid w:val="00DF3DDF"/>
    <w:rsid w:val="00DF40C0"/>
    <w:rsid w:val="00E050EA"/>
    <w:rsid w:val="00E07FA5"/>
    <w:rsid w:val="00E20039"/>
    <w:rsid w:val="00E24810"/>
    <w:rsid w:val="00E2726C"/>
    <w:rsid w:val="00E30484"/>
    <w:rsid w:val="00E30AB9"/>
    <w:rsid w:val="00E31C5D"/>
    <w:rsid w:val="00E330D5"/>
    <w:rsid w:val="00E4088C"/>
    <w:rsid w:val="00E4102F"/>
    <w:rsid w:val="00E465F9"/>
    <w:rsid w:val="00E57806"/>
    <w:rsid w:val="00E60FBC"/>
    <w:rsid w:val="00E621CE"/>
    <w:rsid w:val="00E76925"/>
    <w:rsid w:val="00E81F86"/>
    <w:rsid w:val="00E83762"/>
    <w:rsid w:val="00E9766C"/>
    <w:rsid w:val="00EA04AF"/>
    <w:rsid w:val="00EB08D7"/>
    <w:rsid w:val="00EB27C1"/>
    <w:rsid w:val="00EB5563"/>
    <w:rsid w:val="00EC0D08"/>
    <w:rsid w:val="00EC6D14"/>
    <w:rsid w:val="00ED59A8"/>
    <w:rsid w:val="00EE6B63"/>
    <w:rsid w:val="00EF3BAE"/>
    <w:rsid w:val="00F03115"/>
    <w:rsid w:val="00F069AE"/>
    <w:rsid w:val="00F12C9F"/>
    <w:rsid w:val="00F171A9"/>
    <w:rsid w:val="00F326D9"/>
    <w:rsid w:val="00F418A1"/>
    <w:rsid w:val="00F47F6D"/>
    <w:rsid w:val="00F57A18"/>
    <w:rsid w:val="00F6134B"/>
    <w:rsid w:val="00F70BC8"/>
    <w:rsid w:val="00F72FFC"/>
    <w:rsid w:val="00F7490D"/>
    <w:rsid w:val="00F76C47"/>
    <w:rsid w:val="00F8116C"/>
    <w:rsid w:val="00F856CA"/>
    <w:rsid w:val="00F86286"/>
    <w:rsid w:val="00FA02E9"/>
    <w:rsid w:val="00FA3382"/>
    <w:rsid w:val="00FB1396"/>
    <w:rsid w:val="00FC2325"/>
    <w:rsid w:val="00FD3BB5"/>
    <w:rsid w:val="00FD6142"/>
    <w:rsid w:val="00FD6364"/>
    <w:rsid w:val="00FD6D2C"/>
    <w:rsid w:val="00FE6BCF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BA9329"/>
  <w14:defaultImageDpi w14:val="0"/>
  <w15:docId w15:val="{86E7FBCF-EAF0-45EB-89DF-EABF7856D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Cambria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F097E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rsid w:val="00EF3BAE"/>
    <w:rPr>
      <w:rFonts w:cs="Times New Roman"/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F171A9"/>
    <w:pPr>
      <w:spacing w:line="360" w:lineRule="atLeast"/>
      <w:jc w:val="both"/>
    </w:pPr>
    <w:rPr>
      <w:rFonts w:ascii="Garamond" w:hAnsi="Garamond"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eastAsia="Times New Roman" w:cs="Times New Roman"/>
      <w:sz w:val="24"/>
      <w:szCs w:val="24"/>
      <w:lang w:val="x-none" w:eastAsia="en-US"/>
    </w:rPr>
  </w:style>
  <w:style w:type="paragraph" w:styleId="Tekstpodstawowy3">
    <w:name w:val="Body Text 3"/>
    <w:basedOn w:val="Normalny"/>
    <w:link w:val="Tekstpodstawowy3Znak"/>
    <w:uiPriority w:val="99"/>
    <w:rsid w:val="000F0C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eastAsia="Times New Roman" w:cs="Times New Roman"/>
      <w:sz w:val="16"/>
      <w:szCs w:val="16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47B0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47B01"/>
    <w:rPr>
      <w:rFonts w:eastAsia="Times New Roman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B47B01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6D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D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6D14"/>
    <w:rPr>
      <w:rFonts w:cs="Times New Roman"/>
      <w:sz w:val="20"/>
      <w:szCs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D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C6D14"/>
    <w:rPr>
      <w:rFonts w:cs="Times New Roman"/>
      <w:b/>
      <w:bCs/>
      <w:sz w:val="20"/>
      <w:szCs w:val="20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02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IN-LEM\Pulpit\Wersja%20angielska\DOT\MF%20P2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8E0D0-7485-4B7B-91FD-B50126A8B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MF P20</Template>
  <TotalTime>0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Treść Pisma</vt:lpstr>
    </vt:vector>
  </TitlesOfParts>
  <Company>Plan B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Treść Pisma</dc:title>
  <dc:subject/>
  <cp:keywords/>
  <dc:description/>
  <cp:revision>2</cp:revision>
  <cp:lastPrinted>2014-06-17T13:20:00Z</cp:lastPrinted>
  <dcterms:created xsi:type="dcterms:W3CDTF">2025-01-09T16:12:00Z</dcterms:created>
  <dcterms:modified xsi:type="dcterms:W3CDTF">2025-01-09T16:12:00Z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UxC4dwLulzfINJ8nQH+xvX5LNGipWa4BRSZhPgxsCvlBL5UIZvP22iQ0ywHUb7TS/yODVnyoY0W4CngavRdlRQ==</vt:lpwstr>
  </property>
  <property fmtid="{D5CDD505-2E9C-101B-9397-08002B2CF9AE}" pid="4" name="MFClassificationDate">
    <vt:lpwstr>2024-08-29T13:42:15.5154217+02:00</vt:lpwstr>
  </property>
  <property fmtid="{D5CDD505-2E9C-101B-9397-08002B2CF9AE}" pid="5" name="MFClassifiedBySID">
    <vt:lpwstr>UxC4dwLulzfINJ8nQH+xvX5LNGipWa4BRSZhPgxsCvm42mrIC/DSDv0ggS+FjUN/2v1BBotkLlY5aAiEhoi6uflPf9X39YVZkYDFC7jn7+4Sk7KQWB0z73MT+pH251dh</vt:lpwstr>
  </property>
  <property fmtid="{D5CDD505-2E9C-101B-9397-08002B2CF9AE}" pid="6" name="MFGRNItemId">
    <vt:lpwstr>GRN-e9f80e88-5840-4adb-a516-5ebec005988f</vt:lpwstr>
  </property>
  <property fmtid="{D5CDD505-2E9C-101B-9397-08002B2CF9AE}" pid="7" name="MFHash">
    <vt:lpwstr>kTULyUsN89wHv5QIH2DEIZjflbzveqjv5XfV2juVFqk=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